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/>
    <w:tbl>
      <w:tblPr>
        <w:tblStyle w:val="ab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М.В. Боровицкому</w:t>
            </w:r>
            <w:r w:rsidRPr="00E26561">
              <w:t xml:space="preserve"> 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E72D8" w:rsidRPr="00833384" w:rsidRDefault="001E72D8" w:rsidP="001E72D8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66277F" w:rsidRPr="0066277F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защите населения и территорий Ярославской области от чрезвычайных ситуаций природного и техногенного характера»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146E78" w:rsidRPr="00146E78" w:rsidRDefault="001E72D8" w:rsidP="00146E78">
      <w:pPr>
        <w:tabs>
          <w:tab w:val="left" w:pos="5865"/>
        </w:tabs>
        <w:ind w:firstLine="720"/>
        <w:jc w:val="both"/>
        <w:rPr>
          <w:bCs/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="00146E78">
        <w:rPr>
          <w:bCs/>
          <w:szCs w:val="28"/>
        </w:rPr>
        <w:t>и</w:t>
      </w:r>
      <w:r w:rsidR="00146E78" w:rsidRPr="00146E78">
        <w:rPr>
          <w:bCs/>
          <w:szCs w:val="28"/>
        </w:rPr>
        <w:t>сполняющий обязанности директора департамента</w:t>
      </w:r>
      <w:r w:rsidR="00146E78" w:rsidRPr="00146E78">
        <w:rPr>
          <w:bCs/>
          <w:szCs w:val="28"/>
        </w:rPr>
        <w:t xml:space="preserve"> </w:t>
      </w:r>
      <w:r w:rsidR="00146E78">
        <w:rPr>
          <w:bCs/>
          <w:szCs w:val="28"/>
        </w:rPr>
        <w:t xml:space="preserve">региональной безопасности Ярославской области </w:t>
      </w:r>
      <w:r w:rsidR="00146E78" w:rsidRPr="00146E78">
        <w:rPr>
          <w:bCs/>
          <w:szCs w:val="28"/>
        </w:rPr>
        <w:t>Смирнов</w:t>
      </w:r>
      <w:r w:rsidR="00146E78">
        <w:rPr>
          <w:bCs/>
          <w:szCs w:val="28"/>
        </w:rPr>
        <w:t xml:space="preserve"> В.</w:t>
      </w:r>
      <w:r w:rsidR="00146E78" w:rsidRPr="00146E78">
        <w:rPr>
          <w:bCs/>
          <w:szCs w:val="28"/>
        </w:rPr>
        <w:t>Н</w:t>
      </w:r>
      <w:r w:rsidR="00146E78">
        <w:rPr>
          <w:bCs/>
          <w:szCs w:val="28"/>
        </w:rPr>
        <w:t>.</w:t>
      </w:r>
    </w:p>
    <w:p w:rsidR="001E72D8" w:rsidRPr="00E4364B" w:rsidRDefault="001E72D8" w:rsidP="001E72D8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415EF8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C499A" w:rsidRDefault="00EC499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B238F2" w:rsidRDefault="00B238F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B238F2" w:rsidRDefault="00B238F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EC499A" w:rsidRDefault="00EC499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C499A" w:rsidRDefault="00EC499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Pr="00C118F5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241EAE" w:rsidP="00A30239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A33B5F" w:rsidRDefault="0055154F" w:rsidP="00352147">
    <w:pPr>
      <w:pStyle w:val="a8"/>
      <w:rPr>
        <w:sz w:val="16"/>
        <w:lang w:val="en-US"/>
      </w:rPr>
    </w:pPr>
    <w:fldSimple w:instr=" DOCPROPERTY &quot;ИД&quot; \* MERGEFORMAT ">
      <w:r w:rsidR="00DA2874" w:rsidRPr="00DA2874">
        <w:rPr>
          <w:sz w:val="16"/>
        </w:rPr>
        <w:t>19141387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C231CF" w:rsidRPr="00C231CF">
        <w:rPr>
          <w:sz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6E78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15EF8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5154F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6277F"/>
    <w:rsid w:val="00673E81"/>
    <w:rsid w:val="00690094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67835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38F2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40F30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499A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63B0BA4"/>
  <w15:docId w15:val="{DE27580A-DD77-475C-B7B2-DF6B32F6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CAE68-7BA0-4D67-B4FA-D25C5E671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3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6</cp:revision>
  <cp:lastPrinted>2011-10-12T07:15:00Z</cp:lastPrinted>
  <dcterms:created xsi:type="dcterms:W3CDTF">2022-12-28T06:17:00Z</dcterms:created>
  <dcterms:modified xsi:type="dcterms:W3CDTF">2023-01-24T12:56:00Z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